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95" w:rsidRDefault="004A3095" w:rsidP="00B21F15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4/c. sz. melléklet:</w:t>
      </w:r>
    </w:p>
    <w:p w:rsidR="004A3095" w:rsidRDefault="004A3095" w:rsidP="00B21F1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 kiválás során létrejövő társaságnál, mint jogutódnál </w:t>
      </w:r>
      <w:r w:rsidRPr="004024A0">
        <w:rPr>
          <w:sz w:val="20"/>
          <w:lang w:val="hu-HU"/>
        </w:rPr>
        <w:t>(nincs melléklet)</w:t>
      </w:r>
    </w:p>
    <w:p w:rsidR="004A3095" w:rsidRDefault="004A309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A3095" w:rsidRDefault="004A309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A3095" w:rsidRPr="00D26E33" w:rsidRDefault="004A309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4A3095" w:rsidRDefault="004A309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A3095" w:rsidRPr="00D2184F" w:rsidRDefault="004A3095" w:rsidP="00B21F1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létrejövő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4A3095" w:rsidRDefault="004A3095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4A3095" w:rsidRPr="00D2184F" w:rsidRDefault="004A3095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4A3095" w:rsidRDefault="004A3095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4A3095" w:rsidRDefault="004A3095" w:rsidP="00B21F15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létrejövő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kiválás</w:t>
      </w:r>
      <w:r w:rsidRPr="00322128">
        <w:rPr>
          <w:rFonts w:ascii="Times New Roman" w:hAnsi="Times New Roman"/>
          <w:sz w:val="20"/>
          <w:lang w:val="hu-HU"/>
        </w:rPr>
        <w:t xml:space="preserve"> után </w:t>
      </w:r>
      <w:r>
        <w:rPr>
          <w:rFonts w:ascii="Times New Roman" w:hAnsi="Times New Roman"/>
          <w:sz w:val="20"/>
          <w:lang w:val="hu-HU"/>
        </w:rPr>
        <w:t>létrejövő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jogutód </w:t>
      </w:r>
      <w:r w:rsidRPr="00322128">
        <w:rPr>
          <w:rFonts w:ascii="Times New Roman" w:hAnsi="Times New Roman"/>
          <w:sz w:val="20"/>
          <w:lang w:val="hu-HU"/>
        </w:rPr>
        <w:t xml:space="preserve">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</w:t>
      </w:r>
      <w:r w:rsidRPr="00CD6D40">
        <w:rPr>
          <w:rFonts w:ascii="Times New Roman" w:hAnsi="Times New Roman"/>
          <w:sz w:val="20"/>
          <w:lang w:val="hu-HU"/>
        </w:rPr>
        <w:t xml:space="preserve">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vagyonmérleg-tervezetét,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4A3095" w:rsidRDefault="004A309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A3095" w:rsidRPr="00D2184F" w:rsidRDefault="004A309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4A3095" w:rsidRPr="00D2184F" w:rsidRDefault="004A309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Default="004A3095" w:rsidP="00B21F1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4A3095" w:rsidRPr="002E3ADC" w:rsidRDefault="004A309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Pr="00D26E33" w:rsidRDefault="004A3095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4A3095" w:rsidRDefault="004A309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A3095" w:rsidRDefault="004A3095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4A3095" w:rsidRPr="00D26E33" w:rsidRDefault="004A309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A3095" w:rsidRDefault="004A3095" w:rsidP="00075ED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4A3095" w:rsidRPr="00CD0C83" w:rsidRDefault="004A309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A3095" w:rsidRDefault="004A309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4A3095" w:rsidRDefault="004A309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4A3095" w:rsidRPr="00D81BE9" w:rsidRDefault="004A309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4A3095" w:rsidRDefault="004A3095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Pr="00D81BE9" w:rsidRDefault="004A3095" w:rsidP="00075ED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4A3095" w:rsidRPr="00D26E33" w:rsidRDefault="004A309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A3095" w:rsidRPr="003D1DA3" w:rsidRDefault="004A3095" w:rsidP="00075EDE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4A3095" w:rsidRDefault="004A309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Default="004A309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4A3095" w:rsidRPr="003D1DA3" w:rsidRDefault="004A309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Default="004A309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annak mérlegelése, hogy a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4A3095" w:rsidRPr="003D1DA3" w:rsidRDefault="004A309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Pr="00D26E33" w:rsidRDefault="004A3095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4A3095" w:rsidRDefault="004A309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A3095" w:rsidRDefault="004A3095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4A3095" w:rsidRPr="00DD46F2" w:rsidRDefault="004A309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Default="004A309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4A3095" w:rsidRPr="00DD46F2" w:rsidRDefault="004A309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Pr="00DD46F2" w:rsidRDefault="004A3095" w:rsidP="00075ED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4A3095" w:rsidRPr="00DD46F2" w:rsidRDefault="004A309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Pr="00DD46F2" w:rsidRDefault="004A3095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4A3095" w:rsidRDefault="004A309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Pr="00DD46F2" w:rsidRDefault="004A3095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4A3095" w:rsidRDefault="004A309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A3095" w:rsidRPr="00DD46F2" w:rsidRDefault="004A309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4A3095" w:rsidRPr="00DD46F2" w:rsidRDefault="004A309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4A3095" w:rsidRPr="00DD46F2" w:rsidRDefault="004A3095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4A3095" w:rsidRPr="00D26E33" w:rsidRDefault="004A3095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4A3095" w:rsidRPr="00664895" w:rsidRDefault="004A309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4A3095" w:rsidRPr="00DD46F2" w:rsidRDefault="004A3095" w:rsidP="00075ED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kiválás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4A3095" w:rsidRPr="00DD46F2" w:rsidRDefault="004A3095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4A3095" w:rsidRPr="00DD46F2" w:rsidRDefault="004A309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4A3095" w:rsidRDefault="004A3095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A3095" w:rsidRPr="003A48B3" w:rsidRDefault="004A309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4A3095" w:rsidRPr="00D26E33" w:rsidRDefault="004A309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4A3095" w:rsidRPr="00D26E33" w:rsidRDefault="004A309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4A3095" w:rsidRPr="00D26E33" w:rsidRDefault="004A309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4A3095" w:rsidRPr="00D26E33" w:rsidRDefault="004A309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4A3095" w:rsidRPr="00D26E33" w:rsidRDefault="004A309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4A3095" w:rsidRPr="0080033F" w:rsidRDefault="004A309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4A3095" w:rsidRDefault="004A309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4A3095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095" w:rsidRDefault="004A3095" w:rsidP="001E2511">
      <w:pPr>
        <w:spacing w:after="0" w:line="240" w:lineRule="auto"/>
      </w:pPr>
      <w:r>
        <w:separator/>
      </w:r>
    </w:p>
  </w:endnote>
  <w:endnote w:type="continuationSeparator" w:id="0">
    <w:p w:rsidR="004A3095" w:rsidRDefault="004A3095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095" w:rsidRDefault="004A3095">
    <w:pPr>
      <w:pStyle w:val="Footer"/>
      <w:jc w:val="center"/>
    </w:pPr>
    <w:fldSimple w:instr="PAGE   \* MERGEFORMAT">
      <w:r w:rsidRPr="00B21F15">
        <w:rPr>
          <w:noProof/>
          <w:lang w:val="hu-HU"/>
        </w:rPr>
        <w:t>1</w:t>
      </w:r>
    </w:fldSimple>
  </w:p>
  <w:p w:rsidR="004A3095" w:rsidRDefault="004A30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095" w:rsidRDefault="004A3095" w:rsidP="001E2511">
      <w:pPr>
        <w:spacing w:after="0" w:line="240" w:lineRule="auto"/>
      </w:pPr>
      <w:r>
        <w:separator/>
      </w:r>
    </w:p>
  </w:footnote>
  <w:footnote w:type="continuationSeparator" w:id="0">
    <w:p w:rsidR="004A3095" w:rsidRDefault="004A3095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C74"/>
    <w:rsid w:val="0000648D"/>
    <w:rsid w:val="000466DF"/>
    <w:rsid w:val="000477F3"/>
    <w:rsid w:val="00052310"/>
    <w:rsid w:val="000526A8"/>
    <w:rsid w:val="00052FA7"/>
    <w:rsid w:val="00070D36"/>
    <w:rsid w:val="0007580D"/>
    <w:rsid w:val="00075EDE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961B7"/>
    <w:rsid w:val="001A72A3"/>
    <w:rsid w:val="001C19F3"/>
    <w:rsid w:val="001E2511"/>
    <w:rsid w:val="001F4991"/>
    <w:rsid w:val="00203A97"/>
    <w:rsid w:val="0021325E"/>
    <w:rsid w:val="00223731"/>
    <w:rsid w:val="0024017A"/>
    <w:rsid w:val="00247292"/>
    <w:rsid w:val="00262DB4"/>
    <w:rsid w:val="0027581F"/>
    <w:rsid w:val="00290AD8"/>
    <w:rsid w:val="00292B45"/>
    <w:rsid w:val="002A38FE"/>
    <w:rsid w:val="002A6DC5"/>
    <w:rsid w:val="002C520A"/>
    <w:rsid w:val="002E019D"/>
    <w:rsid w:val="002E3ADC"/>
    <w:rsid w:val="002F0D7F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A6555"/>
    <w:rsid w:val="003D1B53"/>
    <w:rsid w:val="003D1DA3"/>
    <w:rsid w:val="004005B8"/>
    <w:rsid w:val="004024A0"/>
    <w:rsid w:val="00414BBB"/>
    <w:rsid w:val="004445AE"/>
    <w:rsid w:val="00452CD9"/>
    <w:rsid w:val="004779ED"/>
    <w:rsid w:val="00487ABB"/>
    <w:rsid w:val="004A3095"/>
    <w:rsid w:val="004A4B47"/>
    <w:rsid w:val="004B0755"/>
    <w:rsid w:val="004C5F47"/>
    <w:rsid w:val="004F16D0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56FE0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64CAA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21F15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3FDC"/>
    <w:rsid w:val="00BC13B9"/>
    <w:rsid w:val="00BC50A9"/>
    <w:rsid w:val="00BD4057"/>
    <w:rsid w:val="00BE014A"/>
    <w:rsid w:val="00BF5EE3"/>
    <w:rsid w:val="00C04B65"/>
    <w:rsid w:val="00C11015"/>
    <w:rsid w:val="00C168AA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A722B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D1B7C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82F9A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6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1096</Words>
  <Characters>7563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3</cp:revision>
  <dcterms:created xsi:type="dcterms:W3CDTF">2018-03-26T10:38:00Z</dcterms:created>
  <dcterms:modified xsi:type="dcterms:W3CDTF">2018-03-26T10:41:00Z</dcterms:modified>
</cp:coreProperties>
</file>